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názvem</w:t>
      </w:r>
      <w:r w:rsidRPr="00AC416E">
        <w:t xml:space="preserve"> </w:t>
      </w:r>
      <w:bookmarkStart w:id="0" w:name="_Toc403053768"/>
      <w:r w:rsidRPr="00AC416E">
        <w:rPr>
          <w:b/>
        </w:rPr>
        <w:t>„</w:t>
      </w:r>
      <w:bookmarkEnd w:id="0"/>
      <w:r w:rsidR="00AC416E" w:rsidRPr="00AC416E">
        <w:rPr>
          <w:b/>
        </w:rPr>
        <w:t>Nákup sekací hlavy pro kolejovou mechanizaci SVP</w:t>
      </w:r>
      <w:r w:rsidRPr="008B5A93">
        <w:rPr>
          <w:b/>
        </w:rPr>
        <w:t>“</w:t>
      </w:r>
      <w:r w:rsidRPr="008B5A93">
        <w:t xml:space="preserve">, </w:t>
      </w:r>
      <w:proofErr w:type="gramStart"/>
      <w:r w:rsidRPr="008B5A93">
        <w:t>č.j.</w:t>
      </w:r>
      <w:proofErr w:type="gramEnd"/>
      <w:r w:rsidRPr="008B5A93">
        <w:t xml:space="preserve"> </w:t>
      </w:r>
      <w:r w:rsidR="008B5A93" w:rsidRPr="008B5A93">
        <w:t xml:space="preserve">26342/2020-SŽ-OŘ PHA-OVZ </w:t>
      </w:r>
      <w:r w:rsidRPr="008B5A93">
        <w:t xml:space="preserve">tímto </w:t>
      </w:r>
      <w:r w:rsidRPr="005E4B67">
        <w:t>čestně prohlašuje, že je účastníkem, který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2C79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3C1D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5A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5A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F785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62AC0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5A93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C416E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0CA9F6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DC4D5-B9CE-42A0-BDE3-3C3FD75E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3</cp:revision>
  <cp:lastPrinted>2017-11-28T17:18:00Z</cp:lastPrinted>
  <dcterms:created xsi:type="dcterms:W3CDTF">2020-07-07T11:33:00Z</dcterms:created>
  <dcterms:modified xsi:type="dcterms:W3CDTF">2020-07-08T07:30:00Z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